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E29E5" w14:textId="4091269B" w:rsidR="003B3A01" w:rsidRPr="003B3A01" w:rsidRDefault="003B3A01" w:rsidP="00892427">
      <w:pPr>
        <w:spacing w:line="360" w:lineRule="auto"/>
        <w:rPr>
          <w:rFonts w:cs="David" w:hint="cs"/>
          <w:b/>
          <w:bCs/>
          <w:sz w:val="32"/>
          <w:szCs w:val="32"/>
          <w:u w:val="single"/>
          <w:rtl/>
        </w:rPr>
      </w:pPr>
      <w:r w:rsidRPr="003B3A01">
        <w:rPr>
          <w:rFonts w:cs="David" w:hint="cs"/>
          <w:b/>
          <w:bCs/>
          <w:sz w:val="32"/>
          <w:szCs w:val="32"/>
          <w:u w:val="single"/>
          <w:rtl/>
        </w:rPr>
        <w:t>טופס הנהלת חשבונות</w:t>
      </w:r>
    </w:p>
    <w:p w14:paraId="0E447CC4" w14:textId="77777777" w:rsidR="00FE5E45" w:rsidRDefault="00FE5E45" w:rsidP="00892427">
      <w:pPr>
        <w:spacing w:line="360" w:lineRule="auto"/>
        <w:rPr>
          <w:rFonts w:cs="David"/>
          <w:b/>
          <w:bCs/>
          <w:sz w:val="24"/>
          <w:szCs w:val="24"/>
          <w:u w:val="single"/>
          <w:rtl/>
        </w:rPr>
      </w:pPr>
    </w:p>
    <w:p w14:paraId="5053784F" w14:textId="2A154D55" w:rsidR="003B3A01" w:rsidRPr="003B3A01" w:rsidRDefault="003B3A01" w:rsidP="00892427">
      <w:pPr>
        <w:spacing w:line="360" w:lineRule="auto"/>
        <w:rPr>
          <w:rFonts w:cs="David" w:hint="cs"/>
          <w:b/>
          <w:bCs/>
          <w:sz w:val="24"/>
          <w:szCs w:val="24"/>
          <w:u w:val="single"/>
          <w:rtl/>
        </w:rPr>
      </w:pPr>
      <w:bookmarkStart w:id="0" w:name="_GoBack"/>
      <w:bookmarkEnd w:id="0"/>
      <w:r w:rsidRPr="003B3A01">
        <w:rPr>
          <w:rFonts w:cs="David" w:hint="cs"/>
          <w:b/>
          <w:bCs/>
          <w:sz w:val="24"/>
          <w:szCs w:val="24"/>
          <w:u w:val="single"/>
          <w:rtl/>
        </w:rPr>
        <w:t xml:space="preserve">פרטים ארגוניים: </w:t>
      </w:r>
    </w:p>
    <w:p w14:paraId="7578EC26" w14:textId="11C5A370" w:rsidR="003B3A01" w:rsidRDefault="003B3A01" w:rsidP="00892427">
      <w:pPr>
        <w:spacing w:line="360" w:lineRule="auto"/>
        <w:rPr>
          <w:rFonts w:cs="David"/>
          <w:sz w:val="24"/>
          <w:szCs w:val="24"/>
          <w:rtl/>
        </w:rPr>
      </w:pPr>
    </w:p>
    <w:tbl>
      <w:tblPr>
        <w:tblStyle w:val="ac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3B3A01" w14:paraId="3647E5C9" w14:textId="77777777" w:rsidTr="003B3A01">
        <w:tc>
          <w:tcPr>
            <w:tcW w:w="4148" w:type="dxa"/>
          </w:tcPr>
          <w:p w14:paraId="52334185" w14:textId="2C53B889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שם נותן השירות:</w:t>
            </w:r>
          </w:p>
        </w:tc>
        <w:tc>
          <w:tcPr>
            <w:tcW w:w="4148" w:type="dxa"/>
          </w:tcPr>
          <w:p w14:paraId="1365750B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38015695" w14:textId="77777777" w:rsidTr="003B3A01">
        <w:tc>
          <w:tcPr>
            <w:tcW w:w="4148" w:type="dxa"/>
          </w:tcPr>
          <w:p w14:paraId="7F473219" w14:textId="32EBD5BA" w:rsidR="003B3A01" w:rsidRDefault="003B3A01" w:rsidP="003B3A01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ת.ז :</w:t>
            </w:r>
          </w:p>
        </w:tc>
        <w:tc>
          <w:tcPr>
            <w:tcW w:w="4148" w:type="dxa"/>
          </w:tcPr>
          <w:p w14:paraId="6959E05E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60740562" w14:textId="77777777" w:rsidTr="003B3A01">
        <w:tc>
          <w:tcPr>
            <w:tcW w:w="4148" w:type="dxa"/>
          </w:tcPr>
          <w:p w14:paraId="26636334" w14:textId="62EA0B20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ח פ: </w:t>
            </w:r>
          </w:p>
        </w:tc>
        <w:tc>
          <w:tcPr>
            <w:tcW w:w="4148" w:type="dxa"/>
          </w:tcPr>
          <w:p w14:paraId="4DE189E5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2E84758C" w14:textId="77777777" w:rsidTr="003B3A01">
        <w:tc>
          <w:tcPr>
            <w:tcW w:w="4148" w:type="dxa"/>
          </w:tcPr>
          <w:p w14:paraId="5DFF6FB8" w14:textId="05BD4AFA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מס' תיק ניכויים:</w:t>
            </w:r>
          </w:p>
        </w:tc>
        <w:tc>
          <w:tcPr>
            <w:tcW w:w="4148" w:type="dxa"/>
          </w:tcPr>
          <w:p w14:paraId="2B6DCDFF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646DE50C" w14:textId="77777777" w:rsidTr="003B3A01">
        <w:tc>
          <w:tcPr>
            <w:tcW w:w="4148" w:type="dxa"/>
          </w:tcPr>
          <w:p w14:paraId="2A9E4165" w14:textId="7B517F37" w:rsidR="003B3A01" w:rsidRDefault="003B3A01" w:rsidP="003B3A01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כתובת:</w:t>
            </w:r>
          </w:p>
        </w:tc>
        <w:tc>
          <w:tcPr>
            <w:tcW w:w="4148" w:type="dxa"/>
          </w:tcPr>
          <w:p w14:paraId="143F88C0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2749EC13" w14:textId="77777777" w:rsidTr="003B3A01">
        <w:tc>
          <w:tcPr>
            <w:tcW w:w="4148" w:type="dxa"/>
          </w:tcPr>
          <w:p w14:paraId="66F8D925" w14:textId="491CDEC4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טלפון:</w:t>
            </w:r>
          </w:p>
        </w:tc>
        <w:tc>
          <w:tcPr>
            <w:tcW w:w="4148" w:type="dxa"/>
          </w:tcPr>
          <w:p w14:paraId="73AF4DD5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7017D8AD" w14:textId="77777777" w:rsidTr="003B3A01">
        <w:tc>
          <w:tcPr>
            <w:tcW w:w="4148" w:type="dxa"/>
          </w:tcPr>
          <w:p w14:paraId="59F26CF1" w14:textId="0ABFD39B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פקס:</w:t>
            </w:r>
          </w:p>
        </w:tc>
        <w:tc>
          <w:tcPr>
            <w:tcW w:w="4148" w:type="dxa"/>
          </w:tcPr>
          <w:p w14:paraId="444A43CD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2FED3FDA" w14:textId="77777777" w:rsidTr="003B3A01">
        <w:tc>
          <w:tcPr>
            <w:tcW w:w="4148" w:type="dxa"/>
          </w:tcPr>
          <w:p w14:paraId="342B376D" w14:textId="7DD85B47" w:rsidR="003B3A01" w:rsidRDefault="003B3A01" w:rsidP="00892427">
            <w:pPr>
              <w:spacing w:line="360" w:lineRule="auto"/>
              <w:rPr>
                <w:rFonts w:cs="David" w:hint="cs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נייד:</w:t>
            </w:r>
          </w:p>
        </w:tc>
        <w:tc>
          <w:tcPr>
            <w:tcW w:w="4148" w:type="dxa"/>
          </w:tcPr>
          <w:p w14:paraId="78FA2869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0A68D5E2" w14:textId="77777777" w:rsidTr="003B3A01">
        <w:tc>
          <w:tcPr>
            <w:tcW w:w="4148" w:type="dxa"/>
          </w:tcPr>
          <w:p w14:paraId="28C38B32" w14:textId="42A7B53A" w:rsidR="003B3A01" w:rsidRDefault="003B3A01" w:rsidP="003B3A01">
            <w:pPr>
              <w:spacing w:line="360" w:lineRule="auto"/>
              <w:rPr>
                <w:rFonts w:cs="David" w:hint="cs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דוא"ל:</w:t>
            </w:r>
          </w:p>
        </w:tc>
        <w:tc>
          <w:tcPr>
            <w:tcW w:w="4148" w:type="dxa"/>
          </w:tcPr>
          <w:p w14:paraId="70BFD55A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661BAB25" w14:textId="372BAE19" w:rsidR="003B3A01" w:rsidRPr="003B3A01" w:rsidRDefault="003B3A01" w:rsidP="00892427">
      <w:pPr>
        <w:spacing w:line="360" w:lineRule="auto"/>
        <w:rPr>
          <w:rFonts w:cs="David"/>
          <w:b/>
          <w:bCs/>
          <w:sz w:val="24"/>
          <w:szCs w:val="24"/>
          <w:u w:val="single"/>
          <w:rtl/>
        </w:rPr>
      </w:pPr>
    </w:p>
    <w:p w14:paraId="21C2C5B5" w14:textId="0889261F" w:rsidR="003B3A01" w:rsidRPr="003B3A01" w:rsidRDefault="003B3A01" w:rsidP="00892427">
      <w:pPr>
        <w:spacing w:line="360" w:lineRule="auto"/>
        <w:rPr>
          <w:rFonts w:cs="David"/>
          <w:b/>
          <w:bCs/>
          <w:sz w:val="24"/>
          <w:szCs w:val="24"/>
          <w:u w:val="single"/>
          <w:rtl/>
        </w:rPr>
      </w:pPr>
      <w:r w:rsidRPr="003B3A01">
        <w:rPr>
          <w:rFonts w:cs="David" w:hint="cs"/>
          <w:b/>
          <w:bCs/>
          <w:sz w:val="24"/>
          <w:szCs w:val="24"/>
          <w:u w:val="single"/>
          <w:rtl/>
        </w:rPr>
        <w:t>פרטי חשבון בנק:</w:t>
      </w:r>
    </w:p>
    <w:p w14:paraId="108825FE" w14:textId="7DE27A47" w:rsidR="003B3A01" w:rsidRDefault="003B3A01" w:rsidP="00892427">
      <w:pPr>
        <w:spacing w:line="360" w:lineRule="auto"/>
        <w:rPr>
          <w:rFonts w:cs="David"/>
          <w:sz w:val="24"/>
          <w:szCs w:val="24"/>
          <w:rtl/>
        </w:rPr>
      </w:pPr>
    </w:p>
    <w:tbl>
      <w:tblPr>
        <w:tblStyle w:val="ac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3B3A01" w14:paraId="2464577C" w14:textId="77777777" w:rsidTr="003B3A01">
        <w:tc>
          <w:tcPr>
            <w:tcW w:w="4148" w:type="dxa"/>
          </w:tcPr>
          <w:p w14:paraId="5D08B001" w14:textId="126E1C69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שם בעל החשבון:</w:t>
            </w:r>
          </w:p>
        </w:tc>
        <w:tc>
          <w:tcPr>
            <w:tcW w:w="4148" w:type="dxa"/>
          </w:tcPr>
          <w:p w14:paraId="3154FC6B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4C3A764C" w14:textId="77777777" w:rsidTr="003B3A01">
        <w:tc>
          <w:tcPr>
            <w:tcW w:w="4148" w:type="dxa"/>
          </w:tcPr>
          <w:p w14:paraId="387CF5E1" w14:textId="732F5BFC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מס' חשבון:</w:t>
            </w:r>
          </w:p>
        </w:tc>
        <w:tc>
          <w:tcPr>
            <w:tcW w:w="4148" w:type="dxa"/>
          </w:tcPr>
          <w:p w14:paraId="2CF19DAB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55030823" w14:textId="77777777" w:rsidTr="003B3A01">
        <w:tc>
          <w:tcPr>
            <w:tcW w:w="4148" w:type="dxa"/>
          </w:tcPr>
          <w:p w14:paraId="79D91EE4" w14:textId="37CC5BC4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שם הבנק:</w:t>
            </w:r>
          </w:p>
        </w:tc>
        <w:tc>
          <w:tcPr>
            <w:tcW w:w="4148" w:type="dxa"/>
          </w:tcPr>
          <w:p w14:paraId="19831681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790CD83D" w14:textId="77777777" w:rsidTr="003B3A01">
        <w:tc>
          <w:tcPr>
            <w:tcW w:w="4148" w:type="dxa"/>
          </w:tcPr>
          <w:p w14:paraId="705C062C" w14:textId="51739092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מס' סניף:</w:t>
            </w:r>
          </w:p>
        </w:tc>
        <w:tc>
          <w:tcPr>
            <w:tcW w:w="4148" w:type="dxa"/>
          </w:tcPr>
          <w:p w14:paraId="1565AF90" w14:textId="77777777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  <w:tr w:rsidR="003B3A01" w14:paraId="1AB6AABB" w14:textId="77777777" w:rsidTr="003B3A01">
        <w:tc>
          <w:tcPr>
            <w:tcW w:w="4148" w:type="dxa"/>
          </w:tcPr>
          <w:p w14:paraId="7CD08D73" w14:textId="0F737436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כתובת הבנק:</w:t>
            </w:r>
          </w:p>
        </w:tc>
        <w:tc>
          <w:tcPr>
            <w:tcW w:w="4148" w:type="dxa"/>
          </w:tcPr>
          <w:p w14:paraId="67CF6731" w14:textId="30A4A785" w:rsidR="003B3A01" w:rsidRDefault="003B3A01" w:rsidP="00892427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</w:p>
        </w:tc>
      </w:tr>
    </w:tbl>
    <w:p w14:paraId="7479FB2A" w14:textId="77777777" w:rsidR="003B3A01" w:rsidRDefault="003B3A01" w:rsidP="00892427">
      <w:pPr>
        <w:spacing w:line="360" w:lineRule="auto"/>
        <w:rPr>
          <w:rFonts w:cs="David" w:hint="cs"/>
          <w:sz w:val="24"/>
          <w:szCs w:val="24"/>
          <w:rtl/>
        </w:rPr>
      </w:pPr>
    </w:p>
    <w:p w14:paraId="541A5E99" w14:textId="36862CE4" w:rsidR="003B3A01" w:rsidRPr="00AB70AE" w:rsidRDefault="003B3A01" w:rsidP="003B3A01">
      <w:pPr>
        <w:spacing w:line="360" w:lineRule="auto"/>
        <w:rPr>
          <w:rFonts w:cs="David"/>
          <w:b/>
          <w:bCs/>
          <w:sz w:val="24"/>
          <w:szCs w:val="24"/>
          <w:u w:val="single"/>
          <w:rtl/>
        </w:rPr>
      </w:pPr>
      <w:r w:rsidRPr="00AB70AE">
        <w:rPr>
          <w:rFonts w:cs="David" w:hint="cs"/>
          <w:b/>
          <w:bCs/>
          <w:sz w:val="24"/>
          <w:szCs w:val="24"/>
          <w:u w:val="single"/>
          <w:rtl/>
        </w:rPr>
        <w:t>פרטי מס:</w:t>
      </w:r>
    </w:p>
    <w:p w14:paraId="5474F73A" w14:textId="68F409B0" w:rsidR="00BC2565" w:rsidRDefault="00BC2565" w:rsidP="00BC2565">
      <w:pPr>
        <w:pStyle w:val="ab"/>
        <w:numPr>
          <w:ilvl w:val="0"/>
          <w:numId w:val="21"/>
        </w:numPr>
        <w:rPr>
          <w:rFonts w:cs="David" w:hint="cs"/>
          <w:b/>
          <w:bCs/>
          <w:sz w:val="24"/>
          <w:szCs w:val="24"/>
          <w:u w:val="single"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ניהול ספרים</w:t>
      </w:r>
    </w:p>
    <w:p w14:paraId="7524A476" w14:textId="606922D5" w:rsidR="00BC2565" w:rsidRPr="00BC2565" w:rsidRDefault="00BC2565" w:rsidP="00BC2565">
      <w:pPr>
        <w:pStyle w:val="ab"/>
        <w:numPr>
          <w:ilvl w:val="0"/>
          <w:numId w:val="22"/>
        </w:numPr>
        <w:rPr>
          <w:rFonts w:cs="David" w:hint="cs"/>
          <w:b/>
          <w:bCs/>
          <w:sz w:val="24"/>
          <w:szCs w:val="24"/>
        </w:rPr>
      </w:pPr>
      <w:r w:rsidRPr="00BC2565">
        <w:rPr>
          <w:rFonts w:cs="David" w:hint="cs"/>
          <w:b/>
          <w:bCs/>
          <w:sz w:val="24"/>
          <w:szCs w:val="24"/>
          <w:rtl/>
        </w:rPr>
        <w:t>לצרף אישור ניהול ספרים וניכוי  מס במקור</w:t>
      </w:r>
    </w:p>
    <w:p w14:paraId="3C6A3D0A" w14:textId="61736987" w:rsidR="00BC2565" w:rsidRDefault="00BC2565" w:rsidP="00BC2565">
      <w:pPr>
        <w:pStyle w:val="ab"/>
        <w:numPr>
          <w:ilvl w:val="0"/>
          <w:numId w:val="21"/>
        </w:numPr>
        <w:rPr>
          <w:rFonts w:cs="David" w:hint="cs"/>
          <w:b/>
          <w:bCs/>
          <w:sz w:val="24"/>
          <w:szCs w:val="24"/>
          <w:u w:val="single"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 xml:space="preserve">תיאום מס </w:t>
      </w:r>
    </w:p>
    <w:p w14:paraId="6013E079" w14:textId="2927D452" w:rsidR="00BC2565" w:rsidRPr="00BC2565" w:rsidRDefault="00BC2565" w:rsidP="00BC2565">
      <w:pPr>
        <w:pStyle w:val="ab"/>
        <w:numPr>
          <w:ilvl w:val="0"/>
          <w:numId w:val="22"/>
        </w:numPr>
        <w:rPr>
          <w:rFonts w:cs="David" w:hint="cs"/>
          <w:b/>
          <w:bCs/>
          <w:sz w:val="24"/>
          <w:szCs w:val="24"/>
        </w:rPr>
      </w:pPr>
      <w:r w:rsidRPr="00BC2565">
        <w:rPr>
          <w:rFonts w:cs="David" w:hint="cs"/>
          <w:b/>
          <w:bCs/>
          <w:sz w:val="24"/>
          <w:szCs w:val="24"/>
          <w:rtl/>
        </w:rPr>
        <w:t>לצרף אישור תיאום מס [מקור]</w:t>
      </w:r>
    </w:p>
    <w:p w14:paraId="0725E653" w14:textId="77777777" w:rsidR="00BC2565" w:rsidRPr="00BC2565" w:rsidRDefault="00BC2565" w:rsidP="00BC2565">
      <w:pPr>
        <w:pStyle w:val="ab"/>
        <w:numPr>
          <w:ilvl w:val="0"/>
          <w:numId w:val="22"/>
        </w:numPr>
        <w:rPr>
          <w:rFonts w:cs="David"/>
          <w:b/>
          <w:bCs/>
          <w:sz w:val="24"/>
          <w:szCs w:val="24"/>
          <w:u w:val="single"/>
        </w:rPr>
      </w:pPr>
      <w:r w:rsidRPr="00BC2565">
        <w:rPr>
          <w:rFonts w:cs="David" w:hint="cs"/>
          <w:b/>
          <w:bCs/>
          <w:sz w:val="24"/>
          <w:szCs w:val="24"/>
          <w:rtl/>
        </w:rPr>
        <w:t>התיאום ע"ש רשות ניקוז ים המלח  ח.פ</w:t>
      </w:r>
      <w:r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Pr="00BC2565">
        <w:rPr>
          <w:rFonts w:cs="David" w:hint="cs"/>
          <w:b/>
          <w:bCs/>
          <w:sz w:val="24"/>
          <w:szCs w:val="24"/>
          <w:rtl/>
        </w:rPr>
        <w:t>501800098</w:t>
      </w:r>
    </w:p>
    <w:p w14:paraId="7246B2C0" w14:textId="73FA044D" w:rsidR="003B3A01" w:rsidRPr="00BC2565" w:rsidRDefault="003B3A01" w:rsidP="00BC2565">
      <w:pPr>
        <w:rPr>
          <w:rFonts w:cs="David"/>
          <w:b/>
          <w:bCs/>
          <w:sz w:val="24"/>
          <w:szCs w:val="24"/>
          <w:u w:val="single"/>
          <w:rtl/>
        </w:rPr>
      </w:pPr>
      <w:r w:rsidRPr="00BC2565">
        <w:rPr>
          <w:rFonts w:cs="David" w:hint="cs"/>
          <w:b/>
          <w:bCs/>
          <w:sz w:val="24"/>
          <w:szCs w:val="24"/>
          <w:rtl/>
        </w:rPr>
        <w:t>חתימה:</w:t>
      </w:r>
      <w:r w:rsidR="00AB70AE">
        <w:rPr>
          <w:rFonts w:cs="David" w:hint="cs"/>
          <w:b/>
          <w:bCs/>
          <w:sz w:val="24"/>
          <w:szCs w:val="24"/>
          <w:rtl/>
        </w:rPr>
        <w:t xml:space="preserve"> </w:t>
      </w:r>
      <w:r w:rsidRPr="00BC2565">
        <w:rPr>
          <w:rFonts w:cs="David" w:hint="cs"/>
          <w:b/>
          <w:bCs/>
          <w:sz w:val="24"/>
          <w:szCs w:val="24"/>
          <w:rtl/>
        </w:rPr>
        <w:t>(</w:t>
      </w:r>
      <w:r w:rsidRPr="00AB70AE">
        <w:rPr>
          <w:rFonts w:cs="David" w:hint="cs"/>
          <w:b/>
          <w:bCs/>
          <w:sz w:val="24"/>
          <w:szCs w:val="24"/>
          <w:u w:val="single"/>
          <w:rtl/>
        </w:rPr>
        <w:t>שם+</w:t>
      </w:r>
      <w:r w:rsidR="00BC2565" w:rsidRPr="00AB70AE">
        <w:rPr>
          <w:rFonts w:cs="David" w:hint="cs"/>
          <w:b/>
          <w:bCs/>
          <w:sz w:val="24"/>
          <w:szCs w:val="24"/>
          <w:u w:val="single"/>
          <w:rtl/>
        </w:rPr>
        <w:t xml:space="preserve"> חותמת הא</w:t>
      </w:r>
      <w:r w:rsidRPr="00AB70AE">
        <w:rPr>
          <w:rFonts w:cs="David" w:hint="cs"/>
          <w:b/>
          <w:bCs/>
          <w:sz w:val="24"/>
          <w:szCs w:val="24"/>
          <w:u w:val="single"/>
          <w:rtl/>
        </w:rPr>
        <w:t>רגון)</w:t>
      </w:r>
      <w:r w:rsidR="00AB70AE">
        <w:rPr>
          <w:rFonts w:cs="David" w:hint="cs"/>
          <w:b/>
          <w:bCs/>
          <w:sz w:val="24"/>
          <w:szCs w:val="24"/>
          <w:u w:val="single"/>
          <w:rtl/>
        </w:rPr>
        <w:t>_______________</w:t>
      </w:r>
    </w:p>
    <w:p w14:paraId="55CC0143" w14:textId="77777777" w:rsidR="00AB70AE" w:rsidRDefault="00AB70AE" w:rsidP="00BC2565">
      <w:pPr>
        <w:rPr>
          <w:rFonts w:cs="David"/>
          <w:b/>
          <w:bCs/>
          <w:sz w:val="24"/>
          <w:szCs w:val="24"/>
          <w:rtl/>
        </w:rPr>
      </w:pPr>
    </w:p>
    <w:p w14:paraId="7A1F1E2A" w14:textId="7889A011" w:rsidR="003B3A01" w:rsidRPr="00AB70AE" w:rsidRDefault="003B3A01" w:rsidP="00AB70AE">
      <w:pPr>
        <w:rPr>
          <w:rFonts w:cs="David"/>
          <w:b/>
          <w:bCs/>
          <w:sz w:val="24"/>
          <w:szCs w:val="24"/>
          <w:u w:val="thick"/>
          <w:vertAlign w:val="subscript"/>
        </w:rPr>
      </w:pPr>
      <w:r w:rsidRPr="00AB70AE">
        <w:rPr>
          <w:rFonts w:cs="David" w:hint="cs"/>
          <w:b/>
          <w:bCs/>
          <w:sz w:val="24"/>
          <w:szCs w:val="24"/>
          <w:rtl/>
        </w:rPr>
        <w:t>תאריך:</w:t>
      </w:r>
      <w:r w:rsidR="00BC2565" w:rsidRPr="00AB70AE">
        <w:rPr>
          <w:rFonts w:cs="David" w:hint="cs"/>
          <w:b/>
          <w:bCs/>
          <w:sz w:val="24"/>
          <w:szCs w:val="24"/>
          <w:rtl/>
        </w:rPr>
        <w:t xml:space="preserve"> </w:t>
      </w:r>
      <w:r w:rsidR="00AB70AE">
        <w:rPr>
          <w:rFonts w:cs="David" w:hint="cs"/>
          <w:b/>
          <w:bCs/>
          <w:sz w:val="24"/>
          <w:szCs w:val="24"/>
          <w:u w:val="thick"/>
          <w:vertAlign w:val="subscript"/>
          <w:rtl/>
        </w:rPr>
        <w:t>_______________________</w:t>
      </w:r>
    </w:p>
    <w:p w14:paraId="4789EE24" w14:textId="00AA37D7" w:rsidR="003B3A01" w:rsidRPr="00AB70AE" w:rsidRDefault="003B3A01" w:rsidP="003B3A01">
      <w:pPr>
        <w:spacing w:line="360" w:lineRule="auto"/>
        <w:rPr>
          <w:rFonts w:cs="David"/>
          <w:b/>
          <w:bCs/>
          <w:rtl/>
        </w:rPr>
      </w:pPr>
    </w:p>
    <w:p w14:paraId="1D2CD1FA" w14:textId="77777777" w:rsidR="003B3A01" w:rsidRPr="003B3A01" w:rsidRDefault="003B3A01" w:rsidP="003B3A01">
      <w:pPr>
        <w:spacing w:line="360" w:lineRule="auto"/>
        <w:rPr>
          <w:rFonts w:cs="David" w:hint="cs"/>
        </w:rPr>
      </w:pPr>
    </w:p>
    <w:p w14:paraId="08EB6ADC" w14:textId="77777777" w:rsidR="003B3A01" w:rsidRPr="003B3A01" w:rsidRDefault="003B3A01" w:rsidP="003B3A01">
      <w:pPr>
        <w:spacing w:line="360" w:lineRule="auto"/>
        <w:rPr>
          <w:rFonts w:cs="David"/>
          <w:rtl/>
        </w:rPr>
      </w:pPr>
    </w:p>
    <w:p w14:paraId="7EB230F5" w14:textId="77777777" w:rsidR="006D1B67" w:rsidRDefault="006D1B67" w:rsidP="00892427">
      <w:pPr>
        <w:spacing w:line="360" w:lineRule="auto"/>
        <w:rPr>
          <w:rFonts w:cs="David"/>
          <w:sz w:val="24"/>
          <w:szCs w:val="24"/>
          <w:rtl/>
        </w:rPr>
      </w:pPr>
    </w:p>
    <w:sectPr w:rsidR="006D1B67" w:rsidSect="00A21FE7">
      <w:headerReference w:type="default" r:id="rId8"/>
      <w:footerReference w:type="default" r:id="rId9"/>
      <w:pgSz w:w="11906" w:h="16838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7128C" w14:textId="77777777" w:rsidR="00CA40CD" w:rsidRDefault="00CA40CD" w:rsidP="000C0985">
      <w:r>
        <w:separator/>
      </w:r>
    </w:p>
  </w:endnote>
  <w:endnote w:type="continuationSeparator" w:id="0">
    <w:p w14:paraId="35F88C83" w14:textId="77777777" w:rsidR="00CA40CD" w:rsidRDefault="00CA40CD" w:rsidP="000C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p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uttman-Aram">
    <w:panose1 w:val="02010401010101010101"/>
    <w:charset w:val="B1"/>
    <w:family w:val="auto"/>
    <w:pitch w:val="variable"/>
    <w:sig w:usb0="00000801" w:usb1="4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E2ED7" w14:textId="083F5B21" w:rsidR="006A5E7C" w:rsidRDefault="00741227" w:rsidP="00A21FE7">
    <w:pPr>
      <w:pStyle w:val="a5"/>
      <w:ind w:left="-619"/>
    </w:pPr>
    <w:r w:rsidRPr="00741227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A5BB629" wp14:editId="1B681D69">
              <wp:simplePos x="0" y="0"/>
              <wp:positionH relativeFrom="margin">
                <wp:posOffset>598805</wp:posOffset>
              </wp:positionH>
              <wp:positionV relativeFrom="page">
                <wp:posOffset>9842500</wp:posOffset>
              </wp:positionV>
              <wp:extent cx="4076700" cy="574675"/>
              <wp:effectExtent l="0" t="0" r="9525" b="0"/>
              <wp:wrapNone/>
              <wp:docPr id="5" name="תיבת טקסט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6700" cy="574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B24A6" w14:textId="77777777" w:rsidR="00741227" w:rsidRPr="002E5EC7" w:rsidRDefault="00741227" w:rsidP="00A35552">
                          <w:pPr>
                            <w:pStyle w:val="a5"/>
                            <w:pBdr>
                              <w:top w:val="single" w:sz="4" w:space="1" w:color="auto"/>
                            </w:pBdr>
                            <w:shd w:val="clear" w:color="auto" w:fill="FFFFFF"/>
                            <w:jc w:val="center"/>
                            <w:rPr>
                              <w:rFonts w:ascii="Arial" w:hAnsi="Arial" w:cs="Guttman-Aram"/>
                              <w:color w:val="FFFFFF"/>
                              <w:sz w:val="18"/>
                              <w:szCs w:val="18"/>
                              <w:rtl/>
                            </w:rPr>
                          </w:pPr>
                          <w:r w:rsidRPr="002E5EC7">
                            <w:rPr>
                              <w:rFonts w:ascii="Arial" w:hAnsi="Arial" w:cs="Guttman-Aram" w:hint="cs"/>
                              <w:color w:val="FFFFFF"/>
                              <w:sz w:val="18"/>
                              <w:szCs w:val="18"/>
                              <w:rtl/>
                            </w:rPr>
                            <w:t xml:space="preserve">עינב עמרם -  </w:t>
                          </w:r>
                          <w:hyperlink r:id="rId1" w:history="1">
                            <w:r w:rsidRPr="002E5EC7">
                              <w:rPr>
                                <w:rStyle w:val="Hyperlink"/>
                                <w:rFonts w:ascii="Arial" w:hAnsi="Arial" w:cs="Guttman-Aram"/>
                                <w:color w:val="FFFFFF"/>
                                <w:sz w:val="18"/>
                                <w:szCs w:val="18"/>
                              </w:rPr>
                              <w:t>einav@ma-tamar.co.il</w:t>
                            </w:r>
                          </w:hyperlink>
                        </w:p>
                        <w:p w14:paraId="5EF9ABE6" w14:textId="77777777" w:rsidR="00741227" w:rsidRPr="002E5EC7" w:rsidRDefault="00741227" w:rsidP="00A35552">
                          <w:pPr>
                            <w:pStyle w:val="a5"/>
                            <w:pBdr>
                              <w:top w:val="single" w:sz="4" w:space="1" w:color="auto"/>
                            </w:pBdr>
                            <w:shd w:val="clear" w:color="auto" w:fill="FFFFFF"/>
                            <w:jc w:val="center"/>
                            <w:rPr>
                              <w:rFonts w:ascii="Arial" w:hAnsi="Arial" w:cs="Guttman-Aram"/>
                              <w:color w:val="17365D"/>
                              <w:sz w:val="6"/>
                              <w:szCs w:val="6"/>
                              <w:rtl/>
                            </w:rPr>
                          </w:pPr>
                        </w:p>
                        <w:p w14:paraId="2B448E37" w14:textId="77777777" w:rsidR="00741227" w:rsidRPr="002E5EC7" w:rsidRDefault="00741227" w:rsidP="008A5DD2">
                          <w:pPr>
                            <w:pStyle w:val="a5"/>
                            <w:pBdr>
                              <w:top w:val="single" w:sz="4" w:space="1" w:color="auto"/>
                            </w:pBdr>
                            <w:shd w:val="clear" w:color="auto" w:fill="FFFFFF"/>
                            <w:spacing w:line="276" w:lineRule="auto"/>
                            <w:jc w:val="center"/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  <w:rtl/>
                            </w:rPr>
                          </w:pP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  <w:rtl/>
                            </w:rPr>
                            <w:t xml:space="preserve">ד.נ ים המלח, נווה זוהר 86910 טל. </w:t>
                          </w: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</w:rPr>
                            <w:t>08-6688815/7</w:t>
                          </w:r>
                          <w:r w:rsidR="008A5DD2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</w:rPr>
                            <w:t>6</w:t>
                          </w: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  <w:rtl/>
                            </w:rPr>
                            <w:t xml:space="preserve">  פקס. 6485049</w:t>
                          </w: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</w:rPr>
                            <w:t>08-</w:t>
                          </w:r>
                        </w:p>
                        <w:p w14:paraId="0010B0E5" w14:textId="77777777" w:rsidR="00741227" w:rsidRPr="002E5EC7" w:rsidRDefault="00741227" w:rsidP="00A35552">
                          <w:pPr>
                            <w:pBdr>
                              <w:top w:val="single" w:sz="4" w:space="1" w:color="auto"/>
                            </w:pBdr>
                            <w:spacing w:line="276" w:lineRule="auto"/>
                            <w:jc w:val="center"/>
                            <w:rPr>
                              <w:rFonts w:ascii="David" w:hAnsi="David" w:cs="David"/>
                              <w:color w:val="002060"/>
                              <w:sz w:val="20"/>
                              <w:szCs w:val="20"/>
                              <w:rtl/>
                            </w:rPr>
                          </w:pP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  <w:rtl/>
                            </w:rPr>
                            <w:t xml:space="preserve">כתובת אתר האינטרנט.  </w:t>
                          </w:r>
                          <w:r w:rsidRPr="002E5EC7">
                            <w:rPr>
                              <w:rFonts w:ascii="David" w:hAnsi="David" w:cs="David"/>
                              <w:b/>
                              <w:bCs/>
                              <w:color w:val="0000A0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2" w:history="1">
                            <w:r w:rsidRPr="002E5EC7">
                              <w:rPr>
                                <w:rStyle w:val="Hyperlink"/>
                                <w:rFonts w:ascii="David" w:hAnsi="David" w:cs="David"/>
                                <w:b/>
                                <w:bCs/>
                                <w:sz w:val="20"/>
                                <w:szCs w:val="20"/>
                              </w:rPr>
                              <w:t>www.dsda.org.il</w:t>
                            </w:r>
                          </w:hyperlink>
                        </w:p>
                        <w:p w14:paraId="1B5EFDA9" w14:textId="77777777" w:rsidR="00741227" w:rsidRPr="002E5EC7" w:rsidRDefault="00741227" w:rsidP="00A35552">
                          <w:pPr>
                            <w:pBdr>
                              <w:top w:val="single" w:sz="4" w:space="1" w:color="auto"/>
                            </w:pBd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color w:val="002060"/>
                              <w:sz w:val="18"/>
                              <w:szCs w:val="18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BB629" id="_x0000_t202" coordsize="21600,21600" o:spt="202" path="m,l,21600r21600,l21600,xe">
              <v:stroke joinstyle="miter"/>
              <v:path gradientshapeok="t" o:connecttype="rect"/>
            </v:shapetype>
            <v:shape id="תיבת טקסט 5" o:spid="_x0000_s1030" type="#_x0000_t202" style="position:absolute;left:0;text-align:left;margin-left:47.15pt;margin-top:775pt;width:321pt;height:45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" stroked="f">
              <v:textbox>
                <w:txbxContent>
                  <w:p w14:paraId="133B24A6" w14:textId="77777777" w:rsidR="00741227" w:rsidRPr="002E5EC7" w:rsidRDefault="00741227" w:rsidP="00A35552">
                    <w:pPr>
                      <w:pStyle w:val="a5"/>
                      <w:pBdr>
                        <w:top w:val="single" w:sz="4" w:space="1" w:color="auto"/>
                      </w:pBdr>
                      <w:shd w:val="clear" w:color="auto" w:fill="FFFFFF"/>
                      <w:jc w:val="center"/>
                      <w:rPr>
                        <w:rFonts w:ascii="Arial" w:hAnsi="Arial" w:cs="Guttman-Aram"/>
                        <w:color w:val="FFFFFF"/>
                        <w:sz w:val="18"/>
                        <w:szCs w:val="18"/>
                        <w:rtl/>
                      </w:rPr>
                    </w:pPr>
                    <w:r w:rsidRPr="002E5EC7">
                      <w:rPr>
                        <w:rFonts w:ascii="Arial" w:hAnsi="Arial" w:cs="Guttman-Aram" w:hint="cs"/>
                        <w:color w:val="FFFFFF"/>
                        <w:sz w:val="18"/>
                        <w:szCs w:val="18"/>
                        <w:rtl/>
                      </w:rPr>
                      <w:t xml:space="preserve">עינב עמרם -  </w:t>
                    </w:r>
                    <w:hyperlink r:id="rId3" w:history="1">
                      <w:r w:rsidRPr="002E5EC7">
                        <w:rPr>
                          <w:rStyle w:val="Hyperlink"/>
                          <w:rFonts w:ascii="Arial" w:hAnsi="Arial" w:cs="Guttman-Aram"/>
                          <w:color w:val="FFFFFF"/>
                          <w:sz w:val="18"/>
                          <w:szCs w:val="18"/>
                        </w:rPr>
                        <w:t>einav@ma-tamar.co.il</w:t>
                      </w:r>
                    </w:hyperlink>
                  </w:p>
                  <w:p w14:paraId="5EF9ABE6" w14:textId="77777777" w:rsidR="00741227" w:rsidRPr="002E5EC7" w:rsidRDefault="00741227" w:rsidP="00A35552">
                    <w:pPr>
                      <w:pStyle w:val="a5"/>
                      <w:pBdr>
                        <w:top w:val="single" w:sz="4" w:space="1" w:color="auto"/>
                      </w:pBdr>
                      <w:shd w:val="clear" w:color="auto" w:fill="FFFFFF"/>
                      <w:jc w:val="center"/>
                      <w:rPr>
                        <w:rFonts w:ascii="Arial" w:hAnsi="Arial" w:cs="Guttman-Aram"/>
                        <w:color w:val="17365D"/>
                        <w:sz w:val="6"/>
                        <w:szCs w:val="6"/>
                        <w:rtl/>
                      </w:rPr>
                    </w:pPr>
                  </w:p>
                  <w:p w14:paraId="2B448E37" w14:textId="77777777" w:rsidR="00741227" w:rsidRPr="002E5EC7" w:rsidRDefault="00741227" w:rsidP="008A5DD2">
                    <w:pPr>
                      <w:pStyle w:val="a5"/>
                      <w:pBdr>
                        <w:top w:val="single" w:sz="4" w:space="1" w:color="auto"/>
                      </w:pBdr>
                      <w:shd w:val="clear" w:color="auto" w:fill="FFFFFF"/>
                      <w:spacing w:line="276" w:lineRule="auto"/>
                      <w:jc w:val="center"/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  <w:rtl/>
                      </w:rPr>
                    </w:pP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  <w:rtl/>
                      </w:rPr>
                      <w:t xml:space="preserve">ד.נ ים המלח, נווה זוהר 86910 טל. </w:t>
                    </w: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</w:rPr>
                      <w:t>08-6688815/7</w:t>
                    </w:r>
                    <w:r w:rsidR="008A5DD2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</w:rPr>
                      <w:t>6</w:t>
                    </w: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</w:rPr>
                      <w:t xml:space="preserve"> </w:t>
                    </w: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  <w:rtl/>
                      </w:rPr>
                      <w:t xml:space="preserve">  פקס. 6485049</w:t>
                    </w: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</w:rPr>
                      <w:t>08-</w:t>
                    </w:r>
                  </w:p>
                  <w:p w14:paraId="0010B0E5" w14:textId="77777777" w:rsidR="00741227" w:rsidRPr="002E5EC7" w:rsidRDefault="00741227" w:rsidP="00A35552">
                    <w:pPr>
                      <w:pBdr>
                        <w:top w:val="single" w:sz="4" w:space="1" w:color="auto"/>
                      </w:pBdr>
                      <w:spacing w:line="276" w:lineRule="auto"/>
                      <w:jc w:val="center"/>
                      <w:rPr>
                        <w:rFonts w:ascii="David" w:hAnsi="David" w:cs="David"/>
                        <w:color w:val="002060"/>
                        <w:sz w:val="20"/>
                        <w:szCs w:val="20"/>
                        <w:rtl/>
                      </w:rPr>
                    </w:pP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  <w:rtl/>
                      </w:rPr>
                      <w:t xml:space="preserve">כתובת אתר האינטרנט.  </w:t>
                    </w:r>
                    <w:r w:rsidRPr="002E5EC7">
                      <w:rPr>
                        <w:rFonts w:ascii="David" w:hAnsi="David" w:cs="David"/>
                        <w:b/>
                        <w:bCs/>
                        <w:color w:val="0000A0"/>
                        <w:sz w:val="20"/>
                        <w:szCs w:val="20"/>
                      </w:rPr>
                      <w:t xml:space="preserve"> </w:t>
                    </w:r>
                    <w:hyperlink r:id="rId4" w:history="1">
                      <w:r w:rsidRPr="002E5EC7">
                        <w:rPr>
                          <w:rStyle w:val="Hyperlink"/>
                          <w:rFonts w:ascii="David" w:hAnsi="David" w:cs="David"/>
                          <w:b/>
                          <w:bCs/>
                          <w:sz w:val="20"/>
                          <w:szCs w:val="20"/>
                        </w:rPr>
                        <w:t>www.dsda.org.il</w:t>
                      </w:r>
                    </w:hyperlink>
                  </w:p>
                  <w:p w14:paraId="1B5EFDA9" w14:textId="77777777" w:rsidR="00741227" w:rsidRPr="002E5EC7" w:rsidRDefault="00741227" w:rsidP="00A35552">
                    <w:pPr>
                      <w:pBdr>
                        <w:top w:val="single" w:sz="4" w:space="1" w:color="auto"/>
                      </w:pBdr>
                      <w:spacing w:line="276" w:lineRule="auto"/>
                      <w:jc w:val="center"/>
                      <w:rPr>
                        <w:rFonts w:ascii="Arial" w:hAnsi="Arial" w:cs="Arial"/>
                        <w:color w:val="002060"/>
                        <w:sz w:val="18"/>
                        <w:szCs w:val="18"/>
                        <w:rtl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tl/>
        </w:rPr>
        <w:id w:val="1933624454"/>
        <w:docPartObj>
          <w:docPartGallery w:val="Page Numbers (Bottom of Page)"/>
          <w:docPartUnique/>
        </w:docPartObj>
      </w:sdtPr>
      <w:sdtEndPr>
        <w:rPr>
          <w:i/>
          <w:iCs/>
          <w:cs/>
        </w:rPr>
      </w:sdtEndPr>
      <w:sdtContent>
        <w:sdt>
          <w:sdtPr>
            <w:rPr>
              <w:rtl/>
            </w:rPr>
            <w:id w:val="-1705238520"/>
            <w:docPartObj>
              <w:docPartGallery w:val="Page Numbers (Top of Page)"/>
              <w:docPartUnique/>
            </w:docPartObj>
          </w:sdtPr>
          <w:sdtEndPr>
            <w:rPr>
              <w:i/>
              <w:iCs/>
            </w:rPr>
          </w:sdtEndPr>
          <w:sdtContent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  <w:rtl/>
                <w:cs/>
              </w:rPr>
              <w:t xml:space="preserve">עמוד </w: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begin"/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  <w:rtl/>
                <w:cs/>
              </w:rPr>
              <w:instrText>PAGE</w:instrTex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separate"/>
            </w:r>
            <w:r w:rsidR="00FE5E45">
              <w:rPr>
                <w:rFonts w:ascii="David" w:hAnsi="David" w:cs="David"/>
                <w:b/>
                <w:bCs/>
                <w:noProof/>
                <w:color w:val="0000A0"/>
                <w:sz w:val="20"/>
                <w:szCs w:val="20"/>
                <w:rtl/>
              </w:rPr>
              <w:t>1</w: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end"/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  <w:rtl/>
                <w:cs/>
              </w:rPr>
              <w:t xml:space="preserve"> מתוך </w: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begin"/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  <w:rtl/>
                <w:cs/>
              </w:rPr>
              <w:instrText>NUMPAGES</w:instrTex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separate"/>
            </w:r>
            <w:r w:rsidR="00FE5E45">
              <w:rPr>
                <w:rFonts w:ascii="David" w:hAnsi="David" w:cs="David"/>
                <w:b/>
                <w:bCs/>
                <w:noProof/>
                <w:color w:val="0000A0"/>
                <w:sz w:val="20"/>
                <w:szCs w:val="20"/>
                <w:rtl/>
              </w:rPr>
              <w:t>1</w:t>
            </w:r>
            <w:r w:rsidRPr="00A21FE7">
              <w:rPr>
                <w:rFonts w:ascii="David" w:hAnsi="David" w:cs="David"/>
                <w:b/>
                <w:bCs/>
                <w:color w:val="0000A0"/>
                <w:sz w:val="20"/>
                <w:szCs w:val="20"/>
              </w:rPr>
              <w:fldChar w:fldCharType="end"/>
            </w:r>
          </w:sdtContent>
        </w:sdt>
      </w:sdtContent>
    </w:sdt>
  </w:p>
  <w:p w14:paraId="25A7D4AF" w14:textId="77777777" w:rsidR="006A5E7C" w:rsidRDefault="006A5E7C" w:rsidP="007412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0C127" w14:textId="77777777" w:rsidR="00CA40CD" w:rsidRDefault="00CA40CD" w:rsidP="000C0985">
      <w:r>
        <w:separator/>
      </w:r>
    </w:p>
  </w:footnote>
  <w:footnote w:type="continuationSeparator" w:id="0">
    <w:p w14:paraId="5BC8A86B" w14:textId="77777777" w:rsidR="00CA40CD" w:rsidRDefault="00CA40CD" w:rsidP="000C0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B96A8" w14:textId="77777777" w:rsidR="000C0985" w:rsidRDefault="003611C7">
    <w:pPr>
      <w:pStyle w:val="a3"/>
      <w:rPr>
        <w:rtl/>
      </w:rPr>
    </w:pPr>
    <w:r>
      <w:rPr>
        <w:noProof/>
        <w:rtl/>
        <w:lang w:eastAsia="en-US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782CB89" wp14:editId="1FC72961">
              <wp:simplePos x="0" y="0"/>
              <wp:positionH relativeFrom="column">
                <wp:posOffset>-781050</wp:posOffset>
              </wp:positionH>
              <wp:positionV relativeFrom="page">
                <wp:posOffset>485775</wp:posOffset>
              </wp:positionV>
              <wp:extent cx="6903720" cy="723265"/>
              <wp:effectExtent l="0" t="0" r="0" b="635"/>
              <wp:wrapNone/>
              <wp:docPr id="1" name="קבוצה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03720" cy="723265"/>
                        <a:chOff x="0" y="0"/>
                        <a:chExt cx="6903720" cy="723265"/>
                      </a:xfrm>
                    </wpg:grpSpPr>
                    <pic:pic xmlns:pic="http://schemas.openxmlformats.org/drawingml/2006/picture">
                      <pic:nvPicPr>
                        <pic:cNvPr id="7" name="תמונה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63850" y="76200"/>
                          <a:ext cx="1203325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0" y="85724"/>
                          <a:ext cx="1930400" cy="6375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D2423" w14:textId="77777777" w:rsidR="00105E59" w:rsidRPr="00105E59" w:rsidRDefault="000C0985" w:rsidP="00105E59">
                            <w:pPr>
                              <w:shd w:val="clear" w:color="auto" w:fill="FFFFFF"/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sz w:val="26"/>
                                <w:szCs w:val="26"/>
                              </w:rPr>
                            </w:pPr>
                            <w:r w:rsidRPr="00105E59"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sz w:val="26"/>
                                <w:szCs w:val="26"/>
                              </w:rPr>
                              <w:t>Dead Sea</w:t>
                            </w:r>
                          </w:p>
                          <w:p w14:paraId="34301361" w14:textId="77777777" w:rsidR="000C0985" w:rsidRPr="00105E59" w:rsidRDefault="000C0985" w:rsidP="00105E59">
                            <w:pPr>
                              <w:shd w:val="clear" w:color="auto" w:fill="FFFFFF"/>
                              <w:spacing w:after="120" w:line="280" w:lineRule="exact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sz w:val="26"/>
                                <w:szCs w:val="26"/>
                                <w:rtl/>
                              </w:rPr>
                            </w:pPr>
                            <w:r w:rsidRPr="00105E59">
                              <w:rPr>
                                <w:rFonts w:ascii="Arial" w:hAnsi="Arial" w:cs="Arial"/>
                                <w:b/>
                                <w:bCs/>
                                <w:color w:val="0000A0"/>
                                <w:sz w:val="26"/>
                                <w:szCs w:val="26"/>
                              </w:rPr>
                              <w:t xml:space="preserve"> Drainage Authority</w:t>
                            </w:r>
                          </w:p>
                          <w:p w14:paraId="336440B6" w14:textId="77777777" w:rsidR="000C0985" w:rsidRPr="00105E59" w:rsidRDefault="000C0985" w:rsidP="00A21FE7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color w:val="00206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813631B" w14:textId="77777777" w:rsidR="000C0985" w:rsidRPr="00105E59" w:rsidRDefault="000C0985" w:rsidP="00A21FE7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color w:val="0000FF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תמונה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02250" y="0"/>
                          <a:ext cx="160147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82CB89" id="קבוצה 1" o:spid="_x0000_s1026" style="position:absolute;left:0;text-align:left;margin-left:-61.5pt;margin-top:38.25pt;width:543.6pt;height:56.95pt;z-index:251656704;mso-position-vertical-relative:page;mso-height-relative:margin" coordsize="69037,7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תמונה 3" o:spid="_x0000_s1027" type="#_x0000_t75" style="position:absolute;left:28638;top:762;width:12033;height:6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">
                <v:imagedata r:id="rId3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top:857;width:19304;height:6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150D2423" w14:textId="77777777" w:rsidR="00105E59" w:rsidRPr="00105E59" w:rsidRDefault="000C0985" w:rsidP="00105E59">
                      <w:pPr>
                        <w:shd w:val="clear" w:color="auto" w:fill="FFFFFF"/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A0"/>
                          <w:sz w:val="26"/>
                          <w:szCs w:val="26"/>
                        </w:rPr>
                      </w:pPr>
                      <w:r w:rsidRPr="00105E59">
                        <w:rPr>
                          <w:rFonts w:ascii="Arial" w:hAnsi="Arial" w:cs="Arial"/>
                          <w:b/>
                          <w:bCs/>
                          <w:color w:val="0000A0"/>
                          <w:sz w:val="26"/>
                          <w:szCs w:val="26"/>
                        </w:rPr>
                        <w:t>Dead Sea</w:t>
                      </w:r>
                    </w:p>
                    <w:p w14:paraId="34301361" w14:textId="77777777" w:rsidR="000C0985" w:rsidRPr="00105E59" w:rsidRDefault="000C0985" w:rsidP="00105E59">
                      <w:pPr>
                        <w:shd w:val="clear" w:color="auto" w:fill="FFFFFF"/>
                        <w:spacing w:after="120" w:line="280" w:lineRule="exact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A0"/>
                          <w:sz w:val="26"/>
                          <w:szCs w:val="26"/>
                          <w:rtl/>
                        </w:rPr>
                      </w:pPr>
                      <w:r w:rsidRPr="00105E59">
                        <w:rPr>
                          <w:rFonts w:ascii="Arial" w:hAnsi="Arial" w:cs="Arial"/>
                          <w:b/>
                          <w:bCs/>
                          <w:color w:val="0000A0"/>
                          <w:sz w:val="26"/>
                          <w:szCs w:val="26"/>
                        </w:rPr>
                        <w:t xml:space="preserve"> Drainage Authority</w:t>
                      </w:r>
                    </w:p>
                    <w:p w14:paraId="336440B6" w14:textId="77777777" w:rsidR="000C0985" w:rsidRPr="00105E59" w:rsidRDefault="000C0985" w:rsidP="00A21FE7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color w:val="002060"/>
                          <w:sz w:val="26"/>
                          <w:szCs w:val="26"/>
                          <w:rtl/>
                        </w:rPr>
                      </w:pPr>
                    </w:p>
                    <w:p w14:paraId="2813631B" w14:textId="77777777" w:rsidR="000C0985" w:rsidRPr="00105E59" w:rsidRDefault="000C0985" w:rsidP="00A21FE7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color w:val="0000FF"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</w:txbxContent>
                </v:textbox>
              </v:shape>
              <v:shape id="תמונה 1" o:spid="_x0000_s1029" type="#_x0000_t75" style="position:absolute;left:53022;width:16015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">
                <v:imagedata r:id="rId4" o:title=""/>
                <v:path arrowok="t"/>
              </v:shape>
              <w10:wrap anchory="page"/>
            </v:group>
          </w:pict>
        </mc:Fallback>
      </mc:AlternateContent>
    </w:r>
  </w:p>
  <w:p w14:paraId="48EF5BBC" w14:textId="77777777" w:rsidR="00741227" w:rsidRDefault="00741227">
    <w:pPr>
      <w:pStyle w:val="a3"/>
      <w:rPr>
        <w:rtl/>
      </w:rPr>
    </w:pPr>
  </w:p>
  <w:p w14:paraId="219F17B0" w14:textId="77777777" w:rsidR="00741227" w:rsidRDefault="00741227">
    <w:pPr>
      <w:pStyle w:val="a3"/>
      <w:rPr>
        <w:rtl/>
      </w:rPr>
    </w:pPr>
  </w:p>
  <w:p w14:paraId="6F5C7873" w14:textId="77777777" w:rsidR="00741227" w:rsidRDefault="00741227">
    <w:pPr>
      <w:pStyle w:val="a3"/>
      <w:rPr>
        <w:rtl/>
      </w:rPr>
    </w:pPr>
  </w:p>
  <w:p w14:paraId="4985D8DA" w14:textId="77777777" w:rsidR="009F7395" w:rsidRDefault="009F7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6D57"/>
    <w:multiLevelType w:val="hybridMultilevel"/>
    <w:tmpl w:val="5C106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855F7D"/>
    <w:multiLevelType w:val="hybridMultilevel"/>
    <w:tmpl w:val="960A712E"/>
    <w:lvl w:ilvl="0" w:tplc="31BC7968">
      <w:start w:val="1"/>
      <w:numFmt w:val="bullet"/>
      <w:lvlText w:val="B"/>
      <w:lvlJc w:val="left"/>
      <w:pPr>
        <w:ind w:left="720" w:hanging="360"/>
      </w:pPr>
      <w:rPr>
        <w:rFonts w:ascii="Symap" w:hAnsi="Symap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F1804"/>
    <w:multiLevelType w:val="hybridMultilevel"/>
    <w:tmpl w:val="EA16E440"/>
    <w:lvl w:ilvl="0" w:tplc="A57277A2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2C0B26"/>
    <w:multiLevelType w:val="multilevel"/>
    <w:tmpl w:val="C6425B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2A3A1AD3"/>
    <w:multiLevelType w:val="hybridMultilevel"/>
    <w:tmpl w:val="0E6803EA"/>
    <w:lvl w:ilvl="0" w:tplc="3752C55A">
      <w:start w:val="1"/>
      <w:numFmt w:val="hebrew1"/>
      <w:lvlText w:val="%1."/>
      <w:lvlJc w:val="left"/>
      <w:pPr>
        <w:ind w:left="1455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 w15:restartNumberingAfterBreak="0">
    <w:nsid w:val="2EF526A7"/>
    <w:multiLevelType w:val="hybridMultilevel"/>
    <w:tmpl w:val="0652D6E4"/>
    <w:lvl w:ilvl="0" w:tplc="95BA983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E4F2A"/>
    <w:multiLevelType w:val="hybridMultilevel"/>
    <w:tmpl w:val="921A78E0"/>
    <w:lvl w:ilvl="0" w:tplc="988CD01E">
      <w:start w:val="1"/>
      <w:numFmt w:val="hebrew1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7" w15:restartNumberingAfterBreak="0">
    <w:nsid w:val="336D2B14"/>
    <w:multiLevelType w:val="hybridMultilevel"/>
    <w:tmpl w:val="D1A66E80"/>
    <w:lvl w:ilvl="0" w:tplc="040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8" w15:restartNumberingAfterBreak="0">
    <w:nsid w:val="33A73955"/>
    <w:multiLevelType w:val="hybridMultilevel"/>
    <w:tmpl w:val="63C63BC0"/>
    <w:lvl w:ilvl="0" w:tplc="B0FE81CC">
      <w:start w:val="1"/>
      <w:numFmt w:val="hebrew1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52C9F"/>
    <w:multiLevelType w:val="hybridMultilevel"/>
    <w:tmpl w:val="0284CA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EE700C"/>
    <w:multiLevelType w:val="hybridMultilevel"/>
    <w:tmpl w:val="76DA0D3A"/>
    <w:lvl w:ilvl="0" w:tplc="F7CAB654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11" w15:restartNumberingAfterBreak="0">
    <w:nsid w:val="43142B32"/>
    <w:multiLevelType w:val="multilevel"/>
    <w:tmpl w:val="C548F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E5C712C"/>
    <w:multiLevelType w:val="hybridMultilevel"/>
    <w:tmpl w:val="2B6AC6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5C589C"/>
    <w:multiLevelType w:val="hybridMultilevel"/>
    <w:tmpl w:val="FE0CD7C8"/>
    <w:lvl w:ilvl="0" w:tplc="919456EC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A5F2E26"/>
    <w:multiLevelType w:val="multilevel"/>
    <w:tmpl w:val="ED2C35AA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center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center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center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center"/>
      <w:pPr>
        <w:tabs>
          <w:tab w:val="num" w:pos="2232"/>
        </w:tabs>
        <w:ind w:left="2232" w:right="2232" w:hanging="792"/>
      </w:pPr>
    </w:lvl>
    <w:lvl w:ilvl="5">
      <w:start w:val="1"/>
      <w:numFmt w:val="decimal"/>
      <w:lvlText w:val="%1.%2.%3.%4.%5.%6."/>
      <w:lvlJc w:val="center"/>
      <w:pPr>
        <w:tabs>
          <w:tab w:val="num" w:pos="2736"/>
        </w:tabs>
        <w:ind w:left="2736" w:right="2736" w:hanging="936"/>
      </w:pPr>
    </w:lvl>
    <w:lvl w:ilvl="6">
      <w:start w:val="1"/>
      <w:numFmt w:val="decimal"/>
      <w:lvlText w:val="%1.%2.%3.%4.%5.%6.%7."/>
      <w:lvlJc w:val="center"/>
      <w:pPr>
        <w:tabs>
          <w:tab w:val="num" w:pos="3240"/>
        </w:tabs>
        <w:ind w:left="3240" w:right="3240" w:hanging="1080"/>
      </w:pPr>
    </w:lvl>
    <w:lvl w:ilvl="7">
      <w:start w:val="1"/>
      <w:numFmt w:val="decimal"/>
      <w:lvlText w:val="%1.%2.%3.%4.%5.%6.%7.%8."/>
      <w:lvlJc w:val="center"/>
      <w:pPr>
        <w:tabs>
          <w:tab w:val="num" w:pos="3744"/>
        </w:tabs>
        <w:ind w:left="3744" w:right="3744" w:hanging="1224"/>
      </w:pPr>
    </w:lvl>
    <w:lvl w:ilvl="8">
      <w:start w:val="1"/>
      <w:numFmt w:val="decimal"/>
      <w:lvlText w:val="%1.%2.%3.%4.%5.%6.%7.%8.%9."/>
      <w:lvlJc w:val="center"/>
      <w:pPr>
        <w:tabs>
          <w:tab w:val="num" w:pos="4320"/>
        </w:tabs>
        <w:ind w:left="4320" w:right="4320" w:hanging="1440"/>
      </w:pPr>
    </w:lvl>
  </w:abstractNum>
  <w:abstractNum w:abstractNumId="15" w15:restartNumberingAfterBreak="0">
    <w:nsid w:val="60AA3354"/>
    <w:multiLevelType w:val="hybridMultilevel"/>
    <w:tmpl w:val="2AB01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C60973"/>
    <w:multiLevelType w:val="hybridMultilevel"/>
    <w:tmpl w:val="3024579C"/>
    <w:lvl w:ilvl="0" w:tplc="31BC7968">
      <w:start w:val="1"/>
      <w:numFmt w:val="bullet"/>
      <w:lvlText w:val="B"/>
      <w:lvlJc w:val="left"/>
      <w:pPr>
        <w:ind w:left="720" w:hanging="360"/>
      </w:pPr>
      <w:rPr>
        <w:rFonts w:ascii="Symap" w:hAnsi="Symap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40A4A"/>
    <w:multiLevelType w:val="hybridMultilevel"/>
    <w:tmpl w:val="9746E216"/>
    <w:lvl w:ilvl="0" w:tplc="CCA210D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72CAF"/>
    <w:multiLevelType w:val="hybridMultilevel"/>
    <w:tmpl w:val="3C2CB488"/>
    <w:lvl w:ilvl="0" w:tplc="682E334A">
      <w:start w:val="1"/>
      <w:numFmt w:val="hebrew1"/>
      <w:lvlText w:val="%1."/>
      <w:lvlJc w:val="left"/>
      <w:pPr>
        <w:ind w:left="180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CB82443"/>
    <w:multiLevelType w:val="hybridMultilevel"/>
    <w:tmpl w:val="86B20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A145BA"/>
    <w:multiLevelType w:val="hybridMultilevel"/>
    <w:tmpl w:val="DF9606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62557B"/>
    <w:multiLevelType w:val="hybridMultilevel"/>
    <w:tmpl w:val="CA780A6E"/>
    <w:lvl w:ilvl="0" w:tplc="8BD056D0">
      <w:start w:val="1"/>
      <w:numFmt w:val="hebrew1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8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21"/>
  </w:num>
  <w:num w:numId="10">
    <w:abstractNumId w:val="7"/>
  </w:num>
  <w:num w:numId="11">
    <w:abstractNumId w:val="13"/>
  </w:num>
  <w:num w:numId="12">
    <w:abstractNumId w:val="15"/>
  </w:num>
  <w:num w:numId="13">
    <w:abstractNumId w:val="12"/>
  </w:num>
  <w:num w:numId="14">
    <w:abstractNumId w:val="20"/>
  </w:num>
  <w:num w:numId="15">
    <w:abstractNumId w:val="10"/>
  </w:num>
  <w:num w:numId="16">
    <w:abstractNumId w:val="8"/>
  </w:num>
  <w:num w:numId="17">
    <w:abstractNumId w:val="5"/>
  </w:num>
  <w:num w:numId="18">
    <w:abstractNumId w:val="17"/>
  </w:num>
  <w:num w:numId="19">
    <w:abstractNumId w:val="1"/>
  </w:num>
  <w:num w:numId="20">
    <w:abstractNumId w:val="19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27"/>
    <w:rsid w:val="00005EA0"/>
    <w:rsid w:val="0003436C"/>
    <w:rsid w:val="00053DA5"/>
    <w:rsid w:val="00061CCD"/>
    <w:rsid w:val="00063208"/>
    <w:rsid w:val="00071526"/>
    <w:rsid w:val="000853B0"/>
    <w:rsid w:val="000C0985"/>
    <w:rsid w:val="000E6FBE"/>
    <w:rsid w:val="00105E59"/>
    <w:rsid w:val="00114BC5"/>
    <w:rsid w:val="001348C8"/>
    <w:rsid w:val="00202238"/>
    <w:rsid w:val="00271061"/>
    <w:rsid w:val="00282DDC"/>
    <w:rsid w:val="002E3159"/>
    <w:rsid w:val="002F49A3"/>
    <w:rsid w:val="00300D71"/>
    <w:rsid w:val="003611C7"/>
    <w:rsid w:val="003703AC"/>
    <w:rsid w:val="003A13F3"/>
    <w:rsid w:val="003A4D35"/>
    <w:rsid w:val="003B3A01"/>
    <w:rsid w:val="00434B7B"/>
    <w:rsid w:val="00532D47"/>
    <w:rsid w:val="006238FB"/>
    <w:rsid w:val="006A5E7C"/>
    <w:rsid w:val="006D1B67"/>
    <w:rsid w:val="00736F69"/>
    <w:rsid w:val="00741227"/>
    <w:rsid w:val="007B3ABF"/>
    <w:rsid w:val="007F5C03"/>
    <w:rsid w:val="00831B63"/>
    <w:rsid w:val="00892427"/>
    <w:rsid w:val="008A5DD2"/>
    <w:rsid w:val="009325ED"/>
    <w:rsid w:val="00973552"/>
    <w:rsid w:val="00973969"/>
    <w:rsid w:val="00975E98"/>
    <w:rsid w:val="00981560"/>
    <w:rsid w:val="009E11B7"/>
    <w:rsid w:val="009F5305"/>
    <w:rsid w:val="009F7395"/>
    <w:rsid w:val="00A20A6B"/>
    <w:rsid w:val="00A21FE7"/>
    <w:rsid w:val="00A35552"/>
    <w:rsid w:val="00A51020"/>
    <w:rsid w:val="00AB1E26"/>
    <w:rsid w:val="00AB70AE"/>
    <w:rsid w:val="00AC5210"/>
    <w:rsid w:val="00B13EDB"/>
    <w:rsid w:val="00B82A9F"/>
    <w:rsid w:val="00BC2565"/>
    <w:rsid w:val="00BC4D83"/>
    <w:rsid w:val="00BE7A93"/>
    <w:rsid w:val="00C20DB0"/>
    <w:rsid w:val="00C239CC"/>
    <w:rsid w:val="00C72A22"/>
    <w:rsid w:val="00C778D2"/>
    <w:rsid w:val="00CA40CD"/>
    <w:rsid w:val="00CA41EE"/>
    <w:rsid w:val="00D05470"/>
    <w:rsid w:val="00D474FF"/>
    <w:rsid w:val="00D628EC"/>
    <w:rsid w:val="00DA3EC3"/>
    <w:rsid w:val="00DB2C8A"/>
    <w:rsid w:val="00E07AF8"/>
    <w:rsid w:val="00E4544D"/>
    <w:rsid w:val="00E53788"/>
    <w:rsid w:val="00F348B2"/>
    <w:rsid w:val="00FB44DE"/>
    <w:rsid w:val="00FC7D45"/>
    <w:rsid w:val="00FE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4916E"/>
  <w15:chartTrackingRefBased/>
  <w15:docId w15:val="{506987DE-5341-455D-8F02-81CD81A5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427"/>
    <w:pPr>
      <w:bidi/>
      <w:spacing w:after="0" w:line="240" w:lineRule="auto"/>
    </w:pPr>
    <w:rPr>
      <w:rFonts w:ascii="Times New Roman" w:eastAsia="Times New Roman" w:hAnsi="Times New Roman" w:cs="Narkisim"/>
      <w:sz w:val="28"/>
      <w:szCs w:val="28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0985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0C0985"/>
  </w:style>
  <w:style w:type="paragraph" w:styleId="a5">
    <w:name w:val="footer"/>
    <w:basedOn w:val="a"/>
    <w:link w:val="a6"/>
    <w:uiPriority w:val="99"/>
    <w:unhideWhenUsed/>
    <w:rsid w:val="000C0985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0C0985"/>
  </w:style>
  <w:style w:type="character" w:styleId="Hyperlink">
    <w:name w:val="Hyperlink"/>
    <w:basedOn w:val="a0"/>
    <w:uiPriority w:val="99"/>
    <w:unhideWhenUsed/>
    <w:rsid w:val="000C0985"/>
    <w:rPr>
      <w:color w:val="0000FF"/>
      <w:u w:val="single"/>
    </w:rPr>
  </w:style>
  <w:style w:type="paragraph" w:styleId="a7">
    <w:name w:val="Title"/>
    <w:basedOn w:val="a"/>
    <w:next w:val="a"/>
    <w:link w:val="a8"/>
    <w:uiPriority w:val="10"/>
    <w:qFormat/>
    <w:rsid w:val="0074122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כותרת טקסט תו"/>
    <w:basedOn w:val="a0"/>
    <w:link w:val="a7"/>
    <w:uiPriority w:val="10"/>
    <w:rsid w:val="0074122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A35552"/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A35552"/>
    <w:rPr>
      <w:rFonts w:ascii="Tahoma" w:hAnsi="Tahoma" w:cs="Tahoma"/>
      <w:sz w:val="18"/>
      <w:szCs w:val="18"/>
    </w:rPr>
  </w:style>
  <w:style w:type="paragraph" w:styleId="ab">
    <w:name w:val="List Paragraph"/>
    <w:basedOn w:val="a"/>
    <w:uiPriority w:val="34"/>
    <w:qFormat/>
    <w:rsid w:val="0089242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table" w:styleId="ac">
    <w:name w:val="Table Grid"/>
    <w:basedOn w:val="a1"/>
    <w:uiPriority w:val="39"/>
    <w:rsid w:val="00892427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רשת טבלה1"/>
    <w:basedOn w:val="a1"/>
    <w:next w:val="ac"/>
    <w:rsid w:val="009E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E7A93"/>
    <w:pPr>
      <w:bidi/>
      <w:spacing w:after="0" w:line="240" w:lineRule="auto"/>
    </w:pPr>
    <w:rPr>
      <w:rFonts w:ascii="Times New Roman" w:eastAsia="Times New Roman" w:hAnsi="Times New Roman" w:cs="Narkisim"/>
      <w:sz w:val="28"/>
      <w:szCs w:val="28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inav@ma-tamar.co.il" TargetMode="External"/><Relationship Id="rId2" Type="http://schemas.openxmlformats.org/officeDocument/2006/relationships/hyperlink" Target="http://www.dsda.org.il" TargetMode="External"/><Relationship Id="rId1" Type="http://schemas.openxmlformats.org/officeDocument/2006/relationships/hyperlink" Target="mailto:einav@ma-tamar.co.il" TargetMode="External"/><Relationship Id="rId4" Type="http://schemas.openxmlformats.org/officeDocument/2006/relationships/hyperlink" Target="http://www.dsda.org.i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ri.EMRI2015LAP\Documents\&#1514;&#1489;&#1504;&#1497;&#1493;&#1514;%20&#1502;&#1493;&#1514;&#1488;&#1502;&#1493;&#1514;%20&#1488;&#1497;&#1513;&#1497;&#1514;%20&#1513;&#1500;%20Office\&#1508;&#1493;&#1512;&#1502;&#1496;%20&#1512;&#1513;&#1493;&#1514;%20&#1504;&#1497;&#1511;&#1493;&#1494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4A4B-A78D-43BE-9D0E-F764C78B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פורמט רשות ניקוז</Template>
  <TotalTime>29</TotalTime>
  <Pages>1</Pages>
  <Words>73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Emri</dc:creator>
  <cp:keywords/>
  <dc:description/>
  <cp:lastModifiedBy>alice</cp:lastModifiedBy>
  <cp:revision>4</cp:revision>
  <cp:lastPrinted>2018-12-30T09:01:00Z</cp:lastPrinted>
  <dcterms:created xsi:type="dcterms:W3CDTF">2018-12-30T08:34:00Z</dcterms:created>
  <dcterms:modified xsi:type="dcterms:W3CDTF">2018-12-30T09:03:00Z</dcterms:modified>
</cp:coreProperties>
</file>